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D03EAD0-0AE6-45A3-BCF1-6EA64B16584D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